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4" w:rsidRPr="003F6F3A" w:rsidRDefault="000F0714" w:rsidP="000F0714">
      <w:pPr>
        <w:pStyle w:val="a7"/>
        <w:jc w:val="center"/>
      </w:pPr>
      <w:r w:rsidRPr="003F6F3A">
        <w:t xml:space="preserve">Сводная ведомость результатов </w:t>
      </w:r>
      <w:r w:rsidR="004654AF" w:rsidRPr="003F6F3A">
        <w:t xml:space="preserve">проведения </w:t>
      </w:r>
      <w:r w:rsidRPr="003F6F3A">
        <w:t>специальной оценки условий труда</w:t>
      </w:r>
    </w:p>
    <w:p w:rsidR="00B3448B" w:rsidRPr="003F6F3A" w:rsidRDefault="00B3448B" w:rsidP="00B3448B"/>
    <w:p w:rsidR="00B3448B" w:rsidRPr="003F6F3A" w:rsidRDefault="00B3448B" w:rsidP="002A47AB">
      <w:pPr>
        <w:jc w:val="center"/>
      </w:pPr>
      <w:r w:rsidRPr="003F6F3A">
        <w:t>Наименование организации:</w:t>
      </w:r>
      <w:r w:rsidRPr="003F6F3A">
        <w:rPr>
          <w:rStyle w:val="a9"/>
        </w:rPr>
        <w:t xml:space="preserve"> </w:t>
      </w:r>
      <w:r w:rsidRPr="003F6F3A">
        <w:rPr>
          <w:rStyle w:val="a9"/>
        </w:rPr>
        <w:fldChar w:fldCharType="begin"/>
      </w:r>
      <w:r w:rsidRPr="003F6F3A">
        <w:rPr>
          <w:rStyle w:val="a9"/>
        </w:rPr>
        <w:instrText xml:space="preserve"> DOCVARIABLE </w:instrText>
      </w:r>
      <w:r w:rsidR="00EA3306" w:rsidRPr="003F6F3A">
        <w:rPr>
          <w:rStyle w:val="a9"/>
        </w:rPr>
        <w:instrText>ceh_info</w:instrText>
      </w:r>
      <w:r w:rsidRPr="003F6F3A">
        <w:rPr>
          <w:rStyle w:val="a9"/>
        </w:rPr>
        <w:instrText xml:space="preserve"> \* MERGEFORMAT </w:instrText>
      </w:r>
      <w:r w:rsidR="00B874F5" w:rsidRPr="003F6F3A">
        <w:rPr>
          <w:rStyle w:val="a9"/>
        </w:rPr>
        <w:fldChar w:fldCharType="separate"/>
      </w:r>
      <w:r w:rsidR="00030D4B" w:rsidRPr="00030D4B">
        <w:rPr>
          <w:rStyle w:val="a9"/>
        </w:rPr>
        <w:t>АКЦИОНЕРНОЕ ОБЩЕСТВО "ВОДТРАНСПРИБОР" (АО "ВОДТРАНСПРИБОР")</w:t>
      </w:r>
      <w:r w:rsidRPr="003F6F3A">
        <w:rPr>
          <w:rStyle w:val="a9"/>
        </w:rPr>
        <w:fldChar w:fldCharType="end"/>
      </w:r>
    </w:p>
    <w:p w:rsidR="00F06873" w:rsidRPr="003F6F3A" w:rsidRDefault="00F06873" w:rsidP="004654AF">
      <w:pPr>
        <w:suppressAutoHyphens/>
        <w:jc w:val="right"/>
      </w:pPr>
      <w:r w:rsidRPr="003F6F3A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3F6F3A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3F6F3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3F6F3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3F6F3A" w:rsidRDefault="004654AF" w:rsidP="003F6F3A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4654AF" w:rsidRPr="003F6F3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3F6F3A">
              <w:rPr>
                <w:rFonts w:ascii="Times New Roman" w:hAnsi="Times New Roman"/>
                <w:sz w:val="20"/>
                <w:szCs w:val="20"/>
              </w:rPr>
              <w:t>и</w:t>
            </w:r>
            <w:r w:rsidRPr="003F6F3A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3F6F3A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3F6F3A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3F6F3A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3F6F3A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3F6F3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3F6F3A" w:rsidTr="004654AF">
        <w:trPr>
          <w:jc w:val="center"/>
        </w:trPr>
        <w:tc>
          <w:tcPr>
            <w:tcW w:w="3518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3F6F3A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3F6F3A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3F6F3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F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3F6F3A" w:rsidTr="004654AF">
        <w:trPr>
          <w:jc w:val="center"/>
        </w:trPr>
        <w:tc>
          <w:tcPr>
            <w:tcW w:w="3518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3F6F3A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118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063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3F6F3A" w:rsidTr="004654AF">
        <w:trPr>
          <w:jc w:val="center"/>
        </w:trPr>
        <w:tc>
          <w:tcPr>
            <w:tcW w:w="3518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3F6F3A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3F6F3A">
              <w:rPr>
                <w:rFonts w:ascii="Times New Roman" w:hAnsi="Times New Roman"/>
                <w:sz w:val="20"/>
                <w:szCs w:val="20"/>
              </w:rPr>
              <w:t>е</w:t>
            </w:r>
            <w:r w:rsidRPr="003F6F3A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118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063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3F6F3A" w:rsidTr="004654AF">
        <w:trPr>
          <w:jc w:val="center"/>
        </w:trPr>
        <w:tc>
          <w:tcPr>
            <w:tcW w:w="3518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3F6F3A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63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3F6F3A" w:rsidTr="004654AF">
        <w:trPr>
          <w:jc w:val="center"/>
        </w:trPr>
        <w:tc>
          <w:tcPr>
            <w:tcW w:w="3518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3F6F3A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3F6F3A" w:rsidTr="004654AF">
        <w:trPr>
          <w:jc w:val="center"/>
        </w:trPr>
        <w:tc>
          <w:tcPr>
            <w:tcW w:w="3518" w:type="dxa"/>
            <w:vAlign w:val="center"/>
          </w:tcPr>
          <w:p w:rsidR="00AF1EDF" w:rsidRPr="003F6F3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3F6F3A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3F6F3A" w:rsidRDefault="00030D4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3F6F3A" w:rsidRDefault="00030D4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3F6F3A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30D4B" w:rsidRDefault="00F06873" w:rsidP="00030D4B">
      <w:pPr>
        <w:jc w:val="right"/>
        <w:rPr>
          <w:sz w:val="20"/>
        </w:rPr>
      </w:pPr>
      <w:r w:rsidRPr="003F6F3A">
        <w:t>Таблица 2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3046"/>
        <w:gridCol w:w="375"/>
        <w:gridCol w:w="340"/>
        <w:gridCol w:w="439"/>
        <w:gridCol w:w="375"/>
        <w:gridCol w:w="340"/>
        <w:gridCol w:w="43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635"/>
        <w:gridCol w:w="636"/>
        <w:gridCol w:w="636"/>
        <w:gridCol w:w="636"/>
        <w:gridCol w:w="636"/>
        <w:gridCol w:w="483"/>
        <w:gridCol w:w="439"/>
      </w:tblGrid>
      <w:tr w:rsidR="00030D4B">
        <w:trPr>
          <w:divId w:val="7209121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Лечебно-профилактическое питание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030D4B">
        <w:trPr>
          <w:divId w:val="72091216"/>
          <w:trHeight w:val="2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6"/>
                <w:szCs w:val="16"/>
              </w:rPr>
            </w:pPr>
          </w:p>
        </w:tc>
      </w:tr>
      <w:tr w:rsidR="00030D4B">
        <w:trPr>
          <w:divId w:val="72091216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Служба главного энергетика (СГЭ)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энергетика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Технико-экономическое бюро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Инженер-энергетик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отопления и вентиляции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оборудования тепловых сетей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6А (5А)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 (Служба безопасности)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безопасности - начальник службы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РСС (Ремонтно-строительная служба)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контролю за техническим содержанием зданий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Сварочно-монтажный участок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 (10А)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Ремонтно-строительный участок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ремонтно-строительного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Кровельщик по рулонным кровлям и по кровлям из штучных материалов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Штукатур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Штукатур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ОКК (Отдел контроля качества)/ААП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специалист-Начальник химической лаборатории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Цех №20 (Инструментальный цех)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Оператор-наладчик электроэрозионных станков с ПУ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КБ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 (Отдел кадров)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инспектор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Цех №1 (механический цех)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пдб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эл.кары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35А (34А)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Оператор-наладчик ЧПУ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Оператор-наладчик ЧПУ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 (37А)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Оператор-наладчик ЧПУ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Токарь-расточник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45А (44А)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46А (44А)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49А (48А)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Литейщик пластмасс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ценообразования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ООиОТ (Отдел организации и оплаты труда)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бюро нормирования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нормированию труда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ОМТС (Отдел материально-технического снабжения)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менеджер-экспедитор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72А (71А)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менеджер-экспедитор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заготовительного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подготовке производства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ПЭО (Планово-экономический отдел)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ПЭО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77А (76А)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78А (76А)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79А (76А)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Транспортный цех (19 цех)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главного технолога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программист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технолога по монтажно-сборочным работам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Антенно-аппаратное производство (цех №8)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по технологическому обеспечению и подготовке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D4B">
        <w:trPr>
          <w:divId w:val="72091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D4B" w:rsidRDefault="00030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3F6F3A" w:rsidRDefault="0065289A" w:rsidP="00030D4B">
      <w:pPr>
        <w:jc w:val="right"/>
        <w:rPr>
          <w:sz w:val="18"/>
          <w:szCs w:val="18"/>
        </w:rPr>
      </w:pPr>
      <w:bookmarkStart w:id="6" w:name="_GoBack"/>
      <w:bookmarkEnd w:id="6"/>
    </w:p>
    <w:p w:rsidR="00936F48" w:rsidRPr="003F6F3A" w:rsidRDefault="00936F48" w:rsidP="001869D5">
      <w:r w:rsidRPr="003F6F3A">
        <w:t>Дата составления:</w:t>
      </w:r>
      <w:r w:rsidRPr="003F6F3A">
        <w:rPr>
          <w:rStyle w:val="a9"/>
        </w:rPr>
        <w:t xml:space="preserve"> </w:t>
      </w:r>
      <w:r w:rsidRPr="003F6F3A">
        <w:rPr>
          <w:rStyle w:val="a9"/>
        </w:rPr>
        <w:fldChar w:fldCharType="begin"/>
      </w:r>
      <w:r w:rsidRPr="003F6F3A">
        <w:rPr>
          <w:rStyle w:val="a9"/>
        </w:rPr>
        <w:instrText xml:space="preserve"> DOCVARIABLE fill_date \* MERGEFORMAT </w:instrText>
      </w:r>
      <w:r w:rsidRPr="003F6F3A">
        <w:rPr>
          <w:rStyle w:val="a9"/>
        </w:rPr>
        <w:fldChar w:fldCharType="separate"/>
      </w:r>
      <w:r w:rsidR="00030D4B">
        <w:rPr>
          <w:rStyle w:val="a9"/>
        </w:rPr>
        <w:t>16.07.2020</w:t>
      </w:r>
      <w:r w:rsidRPr="003F6F3A">
        <w:rPr>
          <w:rStyle w:val="a9"/>
        </w:rPr>
        <w:fldChar w:fldCharType="end"/>
      </w:r>
      <w:r w:rsidRPr="003F6F3A">
        <w:rPr>
          <w:rStyle w:val="a9"/>
        </w:rPr>
        <w:t> </w:t>
      </w:r>
    </w:p>
    <w:p w:rsidR="004654AF" w:rsidRPr="003F6F3A" w:rsidRDefault="004654AF" w:rsidP="001869D5"/>
    <w:p w:rsidR="009D6532" w:rsidRPr="003F6F3A" w:rsidRDefault="009D6532" w:rsidP="00EB5457">
      <w:r w:rsidRPr="003F6F3A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3F6F3A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3F6F3A" w:rsidRDefault="00030D4B" w:rsidP="00EB5457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3F6F3A" w:rsidRDefault="009D6532" w:rsidP="00EB5457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3F6F3A" w:rsidRDefault="00030D4B" w:rsidP="00EB5457">
            <w:pPr>
              <w:pStyle w:val="aa"/>
            </w:pPr>
            <w:r>
              <w:t>Савкин О.В.</w:t>
            </w: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</w:pPr>
          </w:p>
        </w:tc>
      </w:tr>
      <w:tr w:rsidR="009D6532" w:rsidRPr="003F6F3A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3F6F3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  <w:r w:rsidRPr="003F6F3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3F6F3A" w:rsidRDefault="00030D4B" w:rsidP="00EB5457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  <w:r w:rsidRPr="003F6F3A">
              <w:rPr>
                <w:vertAlign w:val="superscript"/>
              </w:rPr>
              <w:t>(дата)</w:t>
            </w:r>
          </w:p>
        </w:tc>
      </w:tr>
    </w:tbl>
    <w:p w:rsidR="009D6532" w:rsidRPr="003F6F3A" w:rsidRDefault="009D6532" w:rsidP="00EB5457">
      <w:pPr>
        <w:rPr>
          <w:sz w:val="16"/>
        </w:rPr>
      </w:pPr>
    </w:p>
    <w:p w:rsidR="009D6532" w:rsidRPr="003F6F3A" w:rsidRDefault="009D6532" w:rsidP="00EB5457">
      <w:r w:rsidRPr="003F6F3A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3F6F3A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3F6F3A" w:rsidRDefault="00030D4B" w:rsidP="00EB5457">
            <w:pPr>
              <w:pStyle w:val="aa"/>
            </w:pPr>
            <w:r>
              <w:t>Главный механик</w:t>
            </w:r>
          </w:p>
        </w:tc>
        <w:tc>
          <w:tcPr>
            <w:tcW w:w="283" w:type="dxa"/>
            <w:vAlign w:val="bottom"/>
          </w:tcPr>
          <w:p w:rsidR="009D6532" w:rsidRPr="003F6F3A" w:rsidRDefault="009D6532" w:rsidP="00EB5457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3F6F3A" w:rsidRDefault="00030D4B" w:rsidP="00EB5457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</w:pPr>
          </w:p>
        </w:tc>
      </w:tr>
      <w:tr w:rsidR="009D6532" w:rsidRPr="003F6F3A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3F6F3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  <w:r w:rsidRPr="003F6F3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3F6F3A" w:rsidRDefault="00030D4B" w:rsidP="00EB5457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3F6F3A" w:rsidRDefault="009D6532" w:rsidP="00EB5457">
            <w:pPr>
              <w:pStyle w:val="aa"/>
              <w:rPr>
                <w:vertAlign w:val="superscript"/>
              </w:rPr>
            </w:pPr>
            <w:r w:rsidRPr="003F6F3A">
              <w:rPr>
                <w:vertAlign w:val="superscript"/>
              </w:rPr>
              <w:t>(дата)</w:t>
            </w: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Главный технолог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Оболонский Г.В.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(дата)</w:t>
            </w: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Представитель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Зубрицкая Н.Г.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(дата)</w:t>
            </w: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(дата)</w:t>
            </w: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(дата)</w:t>
            </w: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  <w: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D4B" w:rsidRPr="00030D4B" w:rsidRDefault="00030D4B" w:rsidP="00EB5457">
            <w:pPr>
              <w:pStyle w:val="aa"/>
            </w:pPr>
          </w:p>
        </w:tc>
      </w:tr>
      <w:tr w:rsidR="00030D4B" w:rsidRPr="00030D4B" w:rsidTr="00030D4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D4B" w:rsidRPr="00030D4B" w:rsidRDefault="00030D4B" w:rsidP="00EB5457">
            <w:pPr>
              <w:pStyle w:val="aa"/>
              <w:rPr>
                <w:vertAlign w:val="superscript"/>
              </w:rPr>
            </w:pPr>
            <w:r w:rsidRPr="00030D4B">
              <w:rPr>
                <w:vertAlign w:val="superscript"/>
              </w:rPr>
              <w:t>(дата)</w:t>
            </w:r>
          </w:p>
        </w:tc>
      </w:tr>
    </w:tbl>
    <w:p w:rsidR="002743B5" w:rsidRPr="003F6F3A" w:rsidRDefault="002743B5" w:rsidP="00EB5457">
      <w:pPr>
        <w:rPr>
          <w:sz w:val="16"/>
        </w:rPr>
      </w:pPr>
    </w:p>
    <w:p w:rsidR="002743B5" w:rsidRPr="003F6F3A" w:rsidRDefault="004654AF" w:rsidP="001869D5">
      <w:pPr>
        <w:keepNext/>
      </w:pPr>
      <w:r w:rsidRPr="003F6F3A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030D4B" w:rsidTr="00030D4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D4B" w:rsidRDefault="00030D4B" w:rsidP="001869D5">
            <w:pPr>
              <w:pStyle w:val="aa"/>
              <w:keepNext/>
            </w:pPr>
            <w:r w:rsidRPr="00030D4B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30D4B" w:rsidRDefault="002743B5" w:rsidP="001869D5">
            <w:pPr>
              <w:pStyle w:val="aa"/>
              <w:keepNext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D4B" w:rsidRDefault="002743B5" w:rsidP="001869D5">
            <w:pPr>
              <w:pStyle w:val="aa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30D4B" w:rsidRDefault="002743B5" w:rsidP="001869D5">
            <w:pPr>
              <w:pStyle w:val="aa"/>
              <w:keepNext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D4B" w:rsidRDefault="00030D4B" w:rsidP="001869D5">
            <w:pPr>
              <w:pStyle w:val="aa"/>
              <w:keepNext/>
            </w:pPr>
            <w:r w:rsidRPr="00030D4B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30D4B" w:rsidRDefault="002743B5" w:rsidP="001869D5">
            <w:pPr>
              <w:pStyle w:val="aa"/>
              <w:keepNext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D4B" w:rsidRDefault="00030D4B" w:rsidP="001869D5">
            <w:pPr>
              <w:pStyle w:val="aa"/>
              <w:keepNext/>
            </w:pPr>
            <w:r>
              <w:t>16.07.2020</w:t>
            </w:r>
          </w:p>
        </w:tc>
      </w:tr>
      <w:tr w:rsidR="002743B5" w:rsidRPr="00030D4B" w:rsidTr="00030D4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030D4B" w:rsidRDefault="00030D4B" w:rsidP="001869D5">
            <w:pPr>
              <w:pStyle w:val="aa"/>
              <w:keepNext/>
              <w:rPr>
                <w:b/>
                <w:vertAlign w:val="superscript"/>
              </w:rPr>
            </w:pPr>
            <w:r w:rsidRPr="00030D4B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</w:tcPr>
          <w:p w:rsidR="002743B5" w:rsidRPr="00030D4B" w:rsidRDefault="002743B5" w:rsidP="001869D5">
            <w:pPr>
              <w:pStyle w:val="aa"/>
              <w:keepNext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030D4B" w:rsidRDefault="00030D4B" w:rsidP="001869D5">
            <w:pPr>
              <w:pStyle w:val="aa"/>
              <w:keepNext/>
              <w:rPr>
                <w:b/>
                <w:vertAlign w:val="superscript"/>
              </w:rPr>
            </w:pPr>
            <w:r w:rsidRPr="00030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030D4B" w:rsidRDefault="002743B5" w:rsidP="001869D5">
            <w:pPr>
              <w:pStyle w:val="aa"/>
              <w:keepNext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030D4B" w:rsidRDefault="00030D4B" w:rsidP="001869D5">
            <w:pPr>
              <w:pStyle w:val="aa"/>
              <w:keepNext/>
              <w:rPr>
                <w:b/>
                <w:vertAlign w:val="superscript"/>
              </w:rPr>
            </w:pPr>
            <w:r w:rsidRPr="00030D4B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030D4B" w:rsidRDefault="002743B5" w:rsidP="001869D5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030D4B" w:rsidRDefault="00030D4B" w:rsidP="001869D5">
            <w:pPr>
              <w:pStyle w:val="aa"/>
              <w:keepNext/>
              <w:rPr>
                <w:vertAlign w:val="superscript"/>
              </w:rPr>
            </w:pPr>
            <w:r w:rsidRPr="00030D4B">
              <w:rPr>
                <w:vertAlign w:val="superscript"/>
              </w:rPr>
              <w:t>(дата)</w:t>
            </w:r>
          </w:p>
        </w:tc>
      </w:tr>
    </w:tbl>
    <w:p w:rsidR="00DC1A91" w:rsidRPr="003F6F3A" w:rsidRDefault="00DC1A91" w:rsidP="001869D5"/>
    <w:sectPr w:rsidR="00DC1A91" w:rsidRPr="003F6F3A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D4B" w:rsidRDefault="00030D4B" w:rsidP="001B3663">
      <w:r>
        <w:separator/>
      </w:r>
    </w:p>
  </w:endnote>
  <w:endnote w:type="continuationSeparator" w:id="0">
    <w:p w:rsidR="00030D4B" w:rsidRDefault="00030D4B" w:rsidP="001B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2063"/>
      <w:gridCol w:w="1045"/>
      <w:gridCol w:w="2244"/>
    </w:tblGrid>
    <w:tr w:rsidR="001B3663" w:rsidTr="002F0151">
      <w:tc>
        <w:tcPr>
          <w:tcW w:w="8188" w:type="dxa"/>
          <w:shd w:val="clear" w:color="auto" w:fill="auto"/>
          <w:vAlign w:val="center"/>
        </w:tcPr>
        <w:p w:rsidR="001B3663" w:rsidRPr="000A1AE3" w:rsidRDefault="001B3663" w:rsidP="001B3663">
          <w:pPr>
            <w:rPr>
              <w:sz w:val="20"/>
            </w:rPr>
          </w:pPr>
          <w:r w:rsidRPr="001B3663">
            <w:rPr>
              <w:i/>
              <w:sz w:val="16"/>
            </w:rPr>
            <w:t>Сводная ведомость результатов проведения специальной оценки условий труда</w:t>
          </w:r>
        </w:p>
      </w:tc>
      <w:tc>
        <w:tcPr>
          <w:tcW w:w="709" w:type="dxa"/>
          <w:shd w:val="clear" w:color="auto" w:fill="auto"/>
        </w:tcPr>
        <w:p w:rsidR="001B3663" w:rsidRPr="000A1AE3" w:rsidRDefault="001B3663" w:rsidP="001B3663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1B3663" w:rsidRPr="000A1AE3" w:rsidRDefault="001B3663" w:rsidP="001B3663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030D4B">
            <w:rPr>
              <w:rStyle w:val="af"/>
              <w:noProof/>
              <w:sz w:val="20"/>
            </w:rPr>
            <w:t>4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030D4B" w:rsidRPr="00030D4B">
            <w:rPr>
              <w:rStyle w:val="af"/>
              <w:noProof/>
              <w:sz w:val="20"/>
              <w:szCs w:val="24"/>
            </w:rPr>
            <w:t>5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1B3663" w:rsidRDefault="001B366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D4B" w:rsidRDefault="00030D4B" w:rsidP="001B3663">
      <w:r>
        <w:separator/>
      </w:r>
    </w:p>
  </w:footnote>
  <w:footnote w:type="continuationSeparator" w:id="0">
    <w:p w:rsidR="00030D4B" w:rsidRDefault="00030D4B" w:rsidP="001B3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doc_name" w:val="Документ14"/>
    <w:docVar w:name="boss_fio" w:val="Филатчев Алексей Петрович"/>
    <w:docVar w:name="ceh_info" w:val="АКЦИОНЕРНОЕ ОБЩЕСТВО &quot;ВОДТРАНСПРИБОР&quot; (АО &quot;ВОДТРАНСПРИБОР&quot;)"/>
    <w:docVar w:name="doc_name" w:val="Документ14"/>
    <w:docVar w:name="doc_type" w:val="5"/>
    <w:docVar w:name="fill_date" w:val="16.07.2020"/>
    <w:docVar w:name="org_guid" w:val="CDEE4C31A8F64BA4AEF31B6BAA283485"/>
    <w:docVar w:name="org_id" w:val="1"/>
    <w:docVar w:name="org_name" w:val="    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Савкин О.В."/>
    <w:docVar w:name="rbtd_name" w:val="АКЦИОНЕРНОЕ ОБЩЕСТВО &quot;ВОДТРАНСПРИБОР&quot; (АО &quot;ВОДТРАНСПРИБОР&quot;)"/>
    <w:docVar w:name="step_test" w:val="54"/>
    <w:docVar w:name="sv_docs" w:val="1"/>
  </w:docVars>
  <w:rsids>
    <w:rsidRoot w:val="00030D4B"/>
    <w:rsid w:val="0002033E"/>
    <w:rsid w:val="00030D4B"/>
    <w:rsid w:val="000C5130"/>
    <w:rsid w:val="000D3760"/>
    <w:rsid w:val="000F0714"/>
    <w:rsid w:val="001869D5"/>
    <w:rsid w:val="00196135"/>
    <w:rsid w:val="001A7AC3"/>
    <w:rsid w:val="001B19D8"/>
    <w:rsid w:val="001B3663"/>
    <w:rsid w:val="00237B32"/>
    <w:rsid w:val="002743B5"/>
    <w:rsid w:val="002761BA"/>
    <w:rsid w:val="002A47AB"/>
    <w:rsid w:val="002F0151"/>
    <w:rsid w:val="003A1C01"/>
    <w:rsid w:val="003A2259"/>
    <w:rsid w:val="003C3080"/>
    <w:rsid w:val="003C79E5"/>
    <w:rsid w:val="003F4B55"/>
    <w:rsid w:val="003F6F3A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1342F"/>
    <w:rsid w:val="0065289A"/>
    <w:rsid w:val="0067226F"/>
    <w:rsid w:val="006E4DFC"/>
    <w:rsid w:val="00725C51"/>
    <w:rsid w:val="00795702"/>
    <w:rsid w:val="00820552"/>
    <w:rsid w:val="00936F48"/>
    <w:rsid w:val="009647F7"/>
    <w:rsid w:val="009A1326"/>
    <w:rsid w:val="009D6532"/>
    <w:rsid w:val="00A026A4"/>
    <w:rsid w:val="00A33DD7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060A9"/>
    <w:rsid w:val="00E25119"/>
    <w:rsid w:val="00E30B79"/>
    <w:rsid w:val="00E458F1"/>
    <w:rsid w:val="00E6331A"/>
    <w:rsid w:val="00EA3306"/>
    <w:rsid w:val="00EB5457"/>
    <w:rsid w:val="00EB7BDE"/>
    <w:rsid w:val="00EC5373"/>
    <w:rsid w:val="00ED0EEC"/>
    <w:rsid w:val="00F06873"/>
    <w:rsid w:val="00F262EE"/>
    <w:rsid w:val="00F835B0"/>
    <w:rsid w:val="00FA29AD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A0E4BA-2691-4742-BA89-4C8AEC48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B3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B3663"/>
    <w:rPr>
      <w:sz w:val="24"/>
    </w:rPr>
  </w:style>
  <w:style w:type="paragraph" w:styleId="ad">
    <w:name w:val="footer"/>
    <w:basedOn w:val="a"/>
    <w:link w:val="ae"/>
    <w:rsid w:val="001B36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B3663"/>
    <w:rPr>
      <w:sz w:val="24"/>
    </w:rPr>
  </w:style>
  <w:style w:type="character" w:styleId="af">
    <w:name w:val="page number"/>
    <w:rsid w:val="001B3663"/>
  </w:style>
  <w:style w:type="paragraph" w:styleId="af0">
    <w:name w:val="Normal (Web)"/>
    <w:basedOn w:val="a"/>
    <w:uiPriority w:val="99"/>
    <w:unhideWhenUsed/>
    <w:rsid w:val="00030D4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5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Василенко Александр Сергеевич</dc:creator>
  <cp:keywords/>
  <dc:description/>
  <cp:lastModifiedBy>Василенко Александр Сергеевич</cp:lastModifiedBy>
  <cp:revision>1</cp:revision>
  <dcterms:created xsi:type="dcterms:W3CDTF">2020-07-16T12:36:00Z</dcterms:created>
  <dcterms:modified xsi:type="dcterms:W3CDTF">2020-07-16T12:37:00Z</dcterms:modified>
</cp:coreProperties>
</file>